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DE6" w:rsidRDefault="00D70DE6" w:rsidP="0036259F">
      <w:pPr>
        <w:jc w:val="center"/>
        <w:rPr>
          <w:sz w:val="30"/>
          <w:szCs w:val="30"/>
        </w:rPr>
      </w:pPr>
      <w:r w:rsidRPr="0036259F">
        <w:rPr>
          <w:sz w:val="30"/>
          <w:szCs w:val="30"/>
        </w:rPr>
        <w:t>2016</w:t>
      </w:r>
      <w:r w:rsidRPr="0036259F">
        <w:rPr>
          <w:rFonts w:hint="eastAsia"/>
          <w:sz w:val="30"/>
          <w:szCs w:val="30"/>
        </w:rPr>
        <w:t>年浙江省高职院校技能大赛“西餐宴会服务”赛项说明会</w:t>
      </w:r>
    </w:p>
    <w:p w:rsidR="00D70DE6" w:rsidRDefault="00D70DE6" w:rsidP="0036259F">
      <w:pPr>
        <w:jc w:val="center"/>
        <w:rPr>
          <w:sz w:val="30"/>
          <w:szCs w:val="30"/>
        </w:rPr>
      </w:pPr>
      <w:r w:rsidRPr="0036259F">
        <w:rPr>
          <w:rFonts w:hint="eastAsia"/>
          <w:sz w:val="30"/>
          <w:szCs w:val="30"/>
        </w:rPr>
        <w:t>问题答疑</w:t>
      </w:r>
    </w:p>
    <w:p w:rsidR="00D70DE6" w:rsidRPr="0036259F" w:rsidRDefault="00D70DE6" w:rsidP="0036259F">
      <w:pPr>
        <w:jc w:val="center"/>
        <w:rPr>
          <w:sz w:val="30"/>
          <w:szCs w:val="30"/>
        </w:rPr>
      </w:pPr>
    </w:p>
    <w:p w:rsidR="00D70DE6" w:rsidRPr="0036259F" w:rsidRDefault="00D70DE6">
      <w:pPr>
        <w:rPr>
          <w:sz w:val="32"/>
          <w:szCs w:val="32"/>
        </w:rPr>
      </w:pPr>
      <w:r w:rsidRPr="0036259F">
        <w:rPr>
          <w:sz w:val="32"/>
          <w:szCs w:val="32"/>
        </w:rPr>
        <w:t>1.</w:t>
      </w:r>
      <w:r w:rsidRPr="0036259F">
        <w:rPr>
          <w:rFonts w:hint="eastAsia"/>
          <w:sz w:val="32"/>
          <w:szCs w:val="32"/>
        </w:rPr>
        <w:t>中心装饰物需要考虑成本吗？</w:t>
      </w:r>
    </w:p>
    <w:p w:rsidR="00D70DE6" w:rsidRPr="00A360B8" w:rsidRDefault="00D70DE6">
      <w:pPr>
        <w:rPr>
          <w:color w:val="000000"/>
          <w:sz w:val="32"/>
          <w:szCs w:val="32"/>
        </w:rPr>
      </w:pPr>
      <w:r w:rsidRPr="00A360B8">
        <w:rPr>
          <w:rFonts w:hint="eastAsia"/>
          <w:color w:val="000000"/>
          <w:sz w:val="32"/>
          <w:szCs w:val="32"/>
        </w:rPr>
        <w:t>答：请参考评分标准“主题设计”中对中心装饰物的评分要求。</w:t>
      </w:r>
    </w:p>
    <w:p w:rsidR="00D70DE6" w:rsidRPr="0036259F" w:rsidRDefault="00D70DE6">
      <w:pPr>
        <w:rPr>
          <w:sz w:val="32"/>
          <w:szCs w:val="32"/>
        </w:rPr>
      </w:pPr>
      <w:r w:rsidRPr="0036259F">
        <w:rPr>
          <w:sz w:val="32"/>
          <w:szCs w:val="32"/>
        </w:rPr>
        <w:t>2.</w:t>
      </w:r>
      <w:r w:rsidRPr="0036259F">
        <w:rPr>
          <w:rFonts w:hint="eastAsia"/>
          <w:sz w:val="32"/>
          <w:szCs w:val="32"/>
        </w:rPr>
        <w:t>菜单</w:t>
      </w:r>
      <w:r>
        <w:rPr>
          <w:rFonts w:hint="eastAsia"/>
          <w:sz w:val="32"/>
          <w:szCs w:val="32"/>
        </w:rPr>
        <w:t>评分内容</w:t>
      </w:r>
      <w:r w:rsidRPr="0036259F">
        <w:rPr>
          <w:rFonts w:hint="eastAsia"/>
          <w:sz w:val="32"/>
          <w:szCs w:val="32"/>
        </w:rPr>
        <w:t>的主观性太强，没有量化标准？</w:t>
      </w:r>
    </w:p>
    <w:p w:rsidR="00D70DE6" w:rsidRPr="0036259F" w:rsidRDefault="00D70DE6">
      <w:pPr>
        <w:rPr>
          <w:sz w:val="32"/>
          <w:szCs w:val="32"/>
        </w:rPr>
      </w:pPr>
      <w:r w:rsidRPr="0036259F">
        <w:rPr>
          <w:rFonts w:hint="eastAsia"/>
          <w:sz w:val="32"/>
          <w:szCs w:val="32"/>
        </w:rPr>
        <w:t>答：</w:t>
      </w:r>
      <w:r w:rsidRPr="00A360B8">
        <w:rPr>
          <w:rFonts w:hint="eastAsia"/>
          <w:color w:val="000000"/>
          <w:sz w:val="32"/>
          <w:szCs w:val="32"/>
        </w:rPr>
        <w:t>省赛的评分要求均</w:t>
      </w:r>
      <w:r w:rsidRPr="0036259F">
        <w:rPr>
          <w:rFonts w:hint="eastAsia"/>
          <w:sz w:val="32"/>
          <w:szCs w:val="32"/>
        </w:rPr>
        <w:t>参照国赛制定。</w:t>
      </w:r>
    </w:p>
    <w:p w:rsidR="00D70DE6" w:rsidRPr="0036259F" w:rsidRDefault="00D70DE6">
      <w:pPr>
        <w:rPr>
          <w:sz w:val="32"/>
          <w:szCs w:val="32"/>
        </w:rPr>
      </w:pPr>
      <w:r w:rsidRPr="0036259F">
        <w:rPr>
          <w:sz w:val="32"/>
          <w:szCs w:val="32"/>
        </w:rPr>
        <w:t>3.</w:t>
      </w:r>
      <w:r w:rsidRPr="0036259F">
        <w:rPr>
          <w:rFonts w:hint="eastAsia"/>
          <w:sz w:val="32"/>
          <w:szCs w:val="32"/>
        </w:rPr>
        <w:t>“手持盘沿右侧操作”是什么意思？</w:t>
      </w:r>
    </w:p>
    <w:p w:rsidR="00D70DE6" w:rsidRPr="0036259F" w:rsidRDefault="00D70DE6">
      <w:pPr>
        <w:rPr>
          <w:sz w:val="32"/>
          <w:szCs w:val="32"/>
        </w:rPr>
      </w:pPr>
      <w:r w:rsidRPr="0036259F">
        <w:rPr>
          <w:rFonts w:hint="eastAsia"/>
          <w:sz w:val="32"/>
          <w:szCs w:val="32"/>
        </w:rPr>
        <w:t>答：手持装饰盘沿右侧操作。</w:t>
      </w:r>
    </w:p>
    <w:p w:rsidR="00D70DE6" w:rsidRPr="0036259F" w:rsidRDefault="00D70DE6">
      <w:pPr>
        <w:rPr>
          <w:sz w:val="32"/>
          <w:szCs w:val="32"/>
        </w:rPr>
      </w:pPr>
      <w:r w:rsidRPr="0036259F">
        <w:rPr>
          <w:sz w:val="32"/>
          <w:szCs w:val="32"/>
        </w:rPr>
        <w:t>4.</w:t>
      </w:r>
      <w:r w:rsidRPr="0036259F">
        <w:rPr>
          <w:rFonts w:hint="eastAsia"/>
          <w:sz w:val="32"/>
          <w:szCs w:val="32"/>
        </w:rPr>
        <w:t>备选菜单</w:t>
      </w:r>
      <w:r>
        <w:rPr>
          <w:rFonts w:hint="eastAsia"/>
          <w:sz w:val="32"/>
          <w:szCs w:val="32"/>
        </w:rPr>
        <w:t>不应事先公布，</w:t>
      </w:r>
      <w:r w:rsidRPr="0036259F">
        <w:rPr>
          <w:rFonts w:hint="eastAsia"/>
          <w:sz w:val="32"/>
          <w:szCs w:val="32"/>
        </w:rPr>
        <w:t>如果事先准备反而只能考察学生美工能力，其它均可事先背诵。违背比赛初衷，要考查的应为学生实际西餐知识能力，现实中服务员也不涉及菜单美工设计，书法也非必要服务技能。</w:t>
      </w:r>
    </w:p>
    <w:p w:rsidR="00D70DE6" w:rsidRPr="0036259F" w:rsidRDefault="00D70DE6">
      <w:pPr>
        <w:rPr>
          <w:sz w:val="32"/>
          <w:szCs w:val="32"/>
        </w:rPr>
      </w:pPr>
      <w:r w:rsidRPr="0036259F">
        <w:rPr>
          <w:rFonts w:hint="eastAsia"/>
          <w:sz w:val="32"/>
          <w:szCs w:val="32"/>
        </w:rPr>
        <w:t>答：国赛菜单内容也是提前公布</w:t>
      </w:r>
      <w:r>
        <w:rPr>
          <w:rFonts w:hint="eastAsia"/>
          <w:sz w:val="32"/>
          <w:szCs w:val="32"/>
        </w:rPr>
        <w:t>，省赛参照国赛规则制定。</w:t>
      </w:r>
    </w:p>
    <w:p w:rsidR="00D70DE6" w:rsidRPr="0036259F" w:rsidRDefault="00D70DE6">
      <w:pPr>
        <w:rPr>
          <w:sz w:val="32"/>
          <w:szCs w:val="32"/>
        </w:rPr>
      </w:pPr>
      <w:r w:rsidRPr="0036259F">
        <w:rPr>
          <w:sz w:val="32"/>
          <w:szCs w:val="32"/>
        </w:rPr>
        <w:t>5.</w:t>
      </w:r>
      <w:r w:rsidRPr="0036259F">
        <w:rPr>
          <w:rFonts w:hint="eastAsia"/>
          <w:sz w:val="32"/>
          <w:szCs w:val="32"/>
        </w:rPr>
        <w:t>“菜单设计制作”项目设置不能考量选手菜单设计能力，菜肴提前公布之后，该项目</w:t>
      </w:r>
      <w:r w:rsidRPr="00A360B8">
        <w:rPr>
          <w:rFonts w:hint="eastAsia"/>
          <w:sz w:val="32"/>
          <w:szCs w:val="32"/>
        </w:rPr>
        <w:t>纯粹</w:t>
      </w:r>
      <w:r w:rsidRPr="0036259F">
        <w:rPr>
          <w:rFonts w:hint="eastAsia"/>
          <w:sz w:val="32"/>
          <w:szCs w:val="32"/>
        </w:rPr>
        <w:t>变成了美工竞赛了。</w:t>
      </w:r>
    </w:p>
    <w:p w:rsidR="00D70DE6" w:rsidRDefault="00D70DE6">
      <w:pPr>
        <w:rPr>
          <w:sz w:val="32"/>
          <w:szCs w:val="32"/>
        </w:rPr>
      </w:pPr>
      <w:r w:rsidRPr="0036259F">
        <w:rPr>
          <w:rFonts w:hint="eastAsia"/>
          <w:sz w:val="32"/>
          <w:szCs w:val="32"/>
        </w:rPr>
        <w:t>答：国赛菜单内容也是提前公布</w:t>
      </w:r>
      <w:r>
        <w:rPr>
          <w:rFonts w:hint="eastAsia"/>
          <w:sz w:val="32"/>
          <w:szCs w:val="32"/>
        </w:rPr>
        <w:t>，省赛参照国赛规则制定。</w:t>
      </w:r>
    </w:p>
    <w:p w:rsidR="00D70DE6" w:rsidRDefault="00D70DE6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</w:t>
      </w:r>
    </w:p>
    <w:p w:rsidR="00D70DE6" w:rsidRPr="0036259F" w:rsidRDefault="00D70DE6" w:rsidP="00A360B8">
      <w:pPr>
        <w:ind w:firstLineChars="1850" w:firstLine="5920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7"/>
          <w:attr w:name="Month" w:val="3"/>
          <w:attr w:name="Year" w:val="2016"/>
        </w:smartTagPr>
        <w:r>
          <w:rPr>
            <w:sz w:val="32"/>
            <w:szCs w:val="32"/>
          </w:rPr>
          <w:t>2016-3-17</w:t>
        </w:r>
      </w:smartTag>
    </w:p>
    <w:sectPr w:rsidR="00D70DE6" w:rsidRPr="0036259F" w:rsidSect="000E0E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DE6" w:rsidRDefault="00D70DE6" w:rsidP="002D1E9D">
      <w:r>
        <w:separator/>
      </w:r>
    </w:p>
  </w:endnote>
  <w:endnote w:type="continuationSeparator" w:id="0">
    <w:p w:rsidR="00D70DE6" w:rsidRDefault="00D70DE6" w:rsidP="002D1E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DE6" w:rsidRDefault="00D70DE6" w:rsidP="002D1E9D">
      <w:r>
        <w:separator/>
      </w:r>
    </w:p>
  </w:footnote>
  <w:footnote w:type="continuationSeparator" w:id="0">
    <w:p w:rsidR="00D70DE6" w:rsidRDefault="00D70DE6" w:rsidP="002D1E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257B"/>
    <w:rsid w:val="000239A3"/>
    <w:rsid w:val="00030519"/>
    <w:rsid w:val="000E0E59"/>
    <w:rsid w:val="0028257B"/>
    <w:rsid w:val="002D1E9D"/>
    <w:rsid w:val="0036259F"/>
    <w:rsid w:val="00436C07"/>
    <w:rsid w:val="006F5C30"/>
    <w:rsid w:val="00733E0D"/>
    <w:rsid w:val="008E7C18"/>
    <w:rsid w:val="00923E63"/>
    <w:rsid w:val="009F6E38"/>
    <w:rsid w:val="00A360B8"/>
    <w:rsid w:val="00D10788"/>
    <w:rsid w:val="00D438E7"/>
    <w:rsid w:val="00D70DE6"/>
    <w:rsid w:val="00EB5481"/>
    <w:rsid w:val="00EC7910"/>
    <w:rsid w:val="00EE1336"/>
    <w:rsid w:val="00EF5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E59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8257B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semiHidden/>
    <w:rsid w:val="002D1E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D1E9D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2D1E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1E9D"/>
    <w:rPr>
      <w:rFonts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rsid w:val="002D1E9D"/>
    <w:rPr>
      <w:rFonts w:cs="Times New Roman"/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rsid w:val="002D1E9D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D1E9D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D1E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D1E9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2D1E9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1E9D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1</Pages>
  <Words>60</Words>
  <Characters>347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WISDOM</dc:creator>
  <cp:keywords/>
  <dc:description/>
  <cp:lastModifiedBy>微软用户</cp:lastModifiedBy>
  <cp:revision>5</cp:revision>
  <dcterms:created xsi:type="dcterms:W3CDTF">2016-03-17T00:36:00Z</dcterms:created>
  <dcterms:modified xsi:type="dcterms:W3CDTF">2016-03-21T04:57:00Z</dcterms:modified>
</cp:coreProperties>
</file>